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39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195"/>
        <w:gridCol w:w="4195"/>
      </w:tblGrid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sectPr>
      <w:headerReference w:type="default" r:id="rId2"/>
      <w:footerReference w:type="default" r:id="rId3"/>
      <w:type w:val="nextPage"/>
      <w:pgSz w:w="11906" w:h="16838"/>
      <w:pgMar w:left="1758" w:right="1701" w:gutter="0" w:header="0" w:top="680" w:footer="0" w:bottom="249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Tahoma"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>
        <w:szCs w:val="20"/>
      </w:rPr>
    </w:pPr>
    <w:r>
      <w:rPr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-12049" w:leader="none"/>
        <w:tab w:val="center" w:pos="4253" w:leader="none"/>
      </w:tabs>
      <w:ind w:right="141" w:hanging="0"/>
      <w:jc w:val="right"/>
      <w:rPr>
        <w:color w:val="808080"/>
      </w:rPr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-2224405</wp:posOffset>
              </wp:positionH>
              <wp:positionV relativeFrom="page">
                <wp:posOffset>-2022475</wp:posOffset>
              </wp:positionV>
              <wp:extent cx="5477510" cy="43624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477400" cy="43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35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combi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75.15pt;margin-top:-159.3pt;width:431.25pt;height:34.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35</w:t>
                    </w: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combi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  <w:p>
    <w:pPr>
      <w:pStyle w:val="Kopfzeile"/>
      <w:rPr>
        <w:color w:val="808080"/>
      </w:rPr>
    </w:pPr>
    <w:r>
      <w:rPr>
        <w:color w:val="80808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D0E55EA.dotm_x0000__x0000__x0000_</Template>
  <TotalTime>0</TotalTime>
  <Application>LibreOffice/7.4.2.3$Windows_X86_64 LibreOffice_project/382eef1f22670f7f4118c8c2dd222ec7ad009daf</Application>
  <AppVersion>15.0000</AppVersion>
  <Pages>1</Pages>
  <Words>68</Words>
  <Characters>458</Characters>
  <CharactersWithSpaces>493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2016-11-11T11:53:00Z</dcterms:created>
  <dc:creator>badgepoint GmbH</dc:creator>
  <dc:description/>
  <cp:keywords>Namensschild</cp:keywords>
  <dc:language>en-US</dc:language>
  <cp:lastModifiedBy>User Azubi</cp:lastModifiedBy>
  <cp:lastPrinted>2016-11-10T08:08:00Z</cp:lastPrinted>
  <dcterms:modified xsi:type="dcterms:W3CDTF">2016-11-11T14:23:00Z</dcterms:modified>
  <cp:revision>3</cp:revision>
  <dc:subject/>
  <dc:title>Druckbogenvorlage polar 35 - combi</dc:title>
</cp:coreProperties>
</file>